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A5A5A">
    <v:background id="_x0000_s1025" o:bwmode="white" fillcolor="#5a5a5a" o:targetscreensize="800,600">
      <v:fill color2="#bfbfbf" focusposition=".5,.5" focussize="" type="gradientRadial"/>
    </v:background>
  </w:background>
  <w:body>
    <w:p w:rsidR="00AC5639" w:rsidRPr="00030FDC" w:rsidRDefault="00AC5639" w:rsidP="00667C3C">
      <w:pPr>
        <w:pStyle w:val="Heading1"/>
        <w:rPr>
          <w:rFonts w:ascii="標楷體" w:eastAsia="標楷體" w:hAnsi="標楷體" w:cs="Times New Roman"/>
          <w:sz w:val="56"/>
          <w:szCs w:val="56"/>
        </w:rPr>
      </w:pPr>
      <w:r w:rsidRPr="00030FDC">
        <w:rPr>
          <w:rFonts w:ascii="標楷體" w:eastAsia="標楷體" w:hAnsi="標楷體" w:cs="標楷體"/>
          <w:color w:val="FFFFFF"/>
          <w:sz w:val="56"/>
          <w:szCs w:val="56"/>
        </w:rPr>
        <w:t xml:space="preserve">     </w:t>
      </w:r>
      <w:r w:rsidRPr="00030FDC">
        <w:rPr>
          <w:rFonts w:ascii="標楷體" w:eastAsia="標楷體" w:hAnsi="標楷體" w:cs="標楷體" w:hint="eastAsia"/>
          <w:sz w:val="56"/>
          <w:szCs w:val="56"/>
        </w:rPr>
        <w:t>人類的新能源</w:t>
      </w:r>
      <w:r w:rsidRPr="00030FDC">
        <w:rPr>
          <w:rFonts w:ascii="標楷體" w:eastAsia="標楷體" w:hAnsi="標楷體" w:cs="標楷體"/>
          <w:sz w:val="56"/>
          <w:szCs w:val="56"/>
        </w:rPr>
        <w:t>-</w:t>
      </w:r>
      <w:r w:rsidRPr="00030FDC">
        <w:rPr>
          <w:rFonts w:ascii="標楷體" w:eastAsia="標楷體" w:hAnsi="標楷體" w:cs="標楷體" w:hint="eastAsia"/>
          <w:sz w:val="56"/>
          <w:szCs w:val="56"/>
        </w:rPr>
        <w:t>太陽能</w:t>
      </w:r>
    </w:p>
    <w:p w:rsidR="00AC5639" w:rsidRPr="00030FDC" w:rsidRDefault="00AC5639" w:rsidP="00667C3C">
      <w:pPr>
        <w:pStyle w:val="Title"/>
        <w:rPr>
          <w:rFonts w:ascii="標楷體" w:eastAsia="標楷體" w:hAnsi="標楷體" w:cs="標楷體"/>
          <w:sz w:val="40"/>
          <w:szCs w:val="40"/>
        </w:rPr>
      </w:pPr>
      <w:r w:rsidRPr="00030FDC">
        <w:rPr>
          <w:rFonts w:ascii="標楷體" w:eastAsia="標楷體" w:hAnsi="標楷體" w:cs="標楷體"/>
        </w:rPr>
        <w:t xml:space="preserve">                                    </w:t>
      </w:r>
      <w:r w:rsidRPr="00030FDC">
        <w:rPr>
          <w:rFonts w:ascii="標楷體" w:eastAsia="標楷體" w:hAnsi="標楷體" w:cs="標楷體" w:hint="eastAsia"/>
          <w:sz w:val="40"/>
          <w:szCs w:val="40"/>
        </w:rPr>
        <w:t>袁子雅</w:t>
      </w:r>
      <w:r w:rsidRPr="00030FDC">
        <w:rPr>
          <w:rFonts w:ascii="標楷體" w:eastAsia="標楷體" w:hAnsi="標楷體" w:cs="標楷體"/>
          <w:sz w:val="40"/>
          <w:szCs w:val="40"/>
        </w:rPr>
        <w:t xml:space="preserve">                                      </w:t>
      </w:r>
    </w:p>
    <w:p w:rsidR="00AC5639" w:rsidRPr="00030FDC" w:rsidRDefault="00AC5639" w:rsidP="00667C3C">
      <w:pPr>
        <w:rPr>
          <w:rFonts w:ascii="標楷體" w:eastAsia="標楷體" w:hAnsi="標楷體"/>
          <w:sz w:val="36"/>
          <w:szCs w:val="36"/>
        </w:rPr>
      </w:pPr>
      <w:r w:rsidRPr="00030FDC">
        <w:rPr>
          <w:rFonts w:ascii="標楷體" w:eastAsia="標楷體" w:hAnsi="標楷體" w:cs="標楷體"/>
        </w:rPr>
        <w:t xml:space="preserve">    </w:t>
      </w:r>
      <w:r w:rsidRPr="00030FDC">
        <w:rPr>
          <w:rFonts w:ascii="標楷體" w:eastAsia="標楷體" w:hAnsi="標楷體" w:cs="標楷體"/>
          <w:sz w:val="28"/>
          <w:szCs w:val="28"/>
        </w:rPr>
        <w:t xml:space="preserve"> </w:t>
      </w:r>
      <w:r w:rsidRPr="00030FDC">
        <w:rPr>
          <w:rFonts w:ascii="標楷體" w:eastAsia="標楷體" w:hAnsi="標楷體" w:cs="標楷體" w:hint="eastAsia"/>
          <w:sz w:val="36"/>
          <w:szCs w:val="36"/>
        </w:rPr>
        <w:t>由古至今，人類在不停地使用太陽能。那太陽能是什麼？太陽能是可再生能源的一種，而太陽能是來自太陽的輻射，除了能產生熱，還能用來發電或引起科學反應。太陽能也是一種零污染的能源。無論何時何地，只要有太陽，太陽能都能使用。</w:t>
      </w:r>
    </w:p>
    <w:p w:rsidR="00AC5639" w:rsidRPr="00030FDC" w:rsidRDefault="00AC5639" w:rsidP="00667C3C">
      <w:pPr>
        <w:rPr>
          <w:rFonts w:ascii="標楷體" w:eastAsia="標楷體" w:hAnsi="標楷體"/>
          <w:sz w:val="36"/>
          <w:szCs w:val="36"/>
        </w:rPr>
      </w:pPr>
      <w:r w:rsidRPr="00030FDC">
        <w:rPr>
          <w:rFonts w:ascii="標楷體" w:eastAsia="標楷體" w:hAnsi="標楷體" w:cs="標楷體"/>
          <w:sz w:val="36"/>
          <w:szCs w:val="36"/>
        </w:rPr>
        <w:t xml:space="preserve">   </w:t>
      </w:r>
      <w:r w:rsidRPr="00030FDC">
        <w:rPr>
          <w:rFonts w:ascii="標楷體" w:eastAsia="標楷體" w:hAnsi="標楷體" w:cs="標楷體" w:hint="eastAsia"/>
          <w:sz w:val="36"/>
          <w:szCs w:val="36"/>
        </w:rPr>
        <w:t>人類使用太陽能已經有</w:t>
      </w:r>
      <w:r w:rsidRPr="00030FDC">
        <w:rPr>
          <w:rFonts w:ascii="標楷體" w:eastAsia="標楷體" w:hAnsi="標楷體" w:cs="標楷體"/>
          <w:sz w:val="36"/>
          <w:szCs w:val="36"/>
        </w:rPr>
        <w:t>3000</w:t>
      </w:r>
      <w:r w:rsidRPr="00030FDC">
        <w:rPr>
          <w:rFonts w:ascii="標楷體" w:eastAsia="標楷體" w:hAnsi="標楷體" w:cs="標楷體" w:hint="eastAsia"/>
          <w:sz w:val="36"/>
          <w:szCs w:val="36"/>
        </w:rPr>
        <w:t>多年的歷史了。一開始，人類通常使用陽光曬乾物品，保存食物，作為光線的來源等等…在西元前七世紀，一個非常聰明的人想到如何集中陽光令放大鏡生火。到了十九世紀，奧古斯特在一條新思維推陳出新了太陽能蒸汽機。到現在，很多不同的科學家及發明家把太陽能更進一步地發展下去。</w:t>
      </w:r>
    </w:p>
    <w:p w:rsidR="00AC5639" w:rsidRPr="00030FDC" w:rsidRDefault="00AC5639">
      <w:pPr>
        <w:rPr>
          <w:rFonts w:ascii="標楷體" w:eastAsia="標楷體" w:hAnsi="標楷體"/>
          <w:sz w:val="36"/>
          <w:szCs w:val="36"/>
        </w:rPr>
      </w:pPr>
      <w:r w:rsidRPr="00030FDC">
        <w:rPr>
          <w:rFonts w:ascii="標楷體" w:eastAsia="標楷體" w:hAnsi="標楷體" w:cs="標楷體"/>
          <w:sz w:val="36"/>
          <w:szCs w:val="36"/>
        </w:rPr>
        <w:t xml:space="preserve">    </w:t>
      </w:r>
      <w:r w:rsidRPr="00030FDC">
        <w:rPr>
          <w:rFonts w:ascii="標楷體" w:eastAsia="標楷體" w:hAnsi="標楷體" w:cs="標楷體" w:hint="eastAsia"/>
          <w:sz w:val="36"/>
          <w:szCs w:val="36"/>
        </w:rPr>
        <w:t>太陽能有不勝枚舉的恩典，由於太陽能是一種可再生能源，所以不會排放出廢氣或有害物體，而燃燒化石燃料會排放出有害物體及副作用，同時會造成進一步的破壞我們湖光山色的環境。只要太陽仍然存在，太陽能便會源源不絕地提供。</w:t>
      </w: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</w:rPr>
      </w:pPr>
      <w:r w:rsidRPr="00030FDC">
        <w:rPr>
          <w:rFonts w:ascii="標楷體" w:eastAsia="標楷體" w:hAnsi="標楷體" w:cs="標楷體"/>
          <w:sz w:val="36"/>
          <w:szCs w:val="36"/>
        </w:rPr>
        <w:t xml:space="preserve">    </w:t>
      </w:r>
      <w:r w:rsidRPr="00030FDC">
        <w:rPr>
          <w:rFonts w:ascii="標楷體" w:eastAsia="標楷體" w:hAnsi="標楷體" w:cs="標楷體" w:hint="eastAsia"/>
          <w:sz w:val="36"/>
          <w:szCs w:val="36"/>
        </w:rPr>
        <w:t>太陽能雖然好處多多，不過太陽能板的成本高，而且不同的氣候也能影響到太陽能板的效率。通常一個家庭不止需要一塊太陽能板，所以需要大量金錢，在大城市使用太陽能板會效率較低，因為污染可以影響到太陽能板。</w:t>
      </w: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  <w:r w:rsidRPr="00030FDC">
        <w:rPr>
          <w:rFonts w:ascii="標楷體" w:eastAsia="標楷體" w:hAnsi="標楷體" w:cs="標楷體"/>
          <w:sz w:val="36"/>
          <w:szCs w:val="36"/>
        </w:rPr>
        <w:t xml:space="preserve">    </w:t>
      </w:r>
      <w:r w:rsidRPr="00030FDC">
        <w:rPr>
          <w:rFonts w:ascii="標楷體" w:eastAsia="標楷體" w:hAnsi="標楷體" w:cs="標楷體" w:hint="eastAsia"/>
          <w:sz w:val="36"/>
          <w:szCs w:val="36"/>
        </w:rPr>
        <w:t>太陽能電池板十分昂貴，主要是由於材料成本和複雜性的設計工作，日後如果大量生產太陽能板，價錢相對會大眾化一些，令更多家庭可以使用到太陽能，這樣不會繼續破壞我們的美好環境</w:t>
      </w:r>
      <w:r w:rsidRPr="00030FDC">
        <w:rPr>
          <w:rFonts w:ascii="標楷體" w:eastAsia="標楷體" w:hAnsi="標楷體" w:cs="標楷體"/>
          <w:sz w:val="36"/>
          <w:szCs w:val="36"/>
        </w:rPr>
        <w:t>!</w:t>
      </w: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AC5639" w:rsidRPr="00030FDC" w:rsidRDefault="00AC5639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sectPr w:rsidR="00AC5639" w:rsidRPr="00030FDC" w:rsidSect="008E378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639" w:rsidRDefault="00AC5639" w:rsidP="00B60BC9">
      <w:r>
        <w:separator/>
      </w:r>
    </w:p>
  </w:endnote>
  <w:endnote w:type="continuationSeparator" w:id="0">
    <w:p w:rsidR="00AC5639" w:rsidRDefault="00AC5639" w:rsidP="00B60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639" w:rsidRPr="008E3787" w:rsidRDefault="00AC5639" w:rsidP="00353F87">
    <w:pPr>
      <w:tabs>
        <w:tab w:val="left" w:pos="6532"/>
      </w:tabs>
      <w:ind w:firstLineChars="1700" w:firstLine="31680"/>
      <w:rPr>
        <w:rFonts w:ascii="標楷體" w:eastAsia="標楷體" w:hAnsi="標楷體"/>
        <w:sz w:val="18"/>
        <w:szCs w:val="18"/>
        <w:lang w:eastAsia="zh-CN"/>
      </w:rPr>
    </w:pPr>
    <w:r w:rsidRPr="008E3787">
      <w:rPr>
        <w:rFonts w:ascii="標楷體" w:eastAsia="標楷體" w:hAnsi="標楷體" w:cs="標楷體" w:hint="eastAsia"/>
        <w:sz w:val="18"/>
        <w:szCs w:val="18"/>
        <w:lang w:eastAsia="zh-CN"/>
      </w:rPr>
      <w:t>說明文寫作（一）</w:t>
    </w:r>
  </w:p>
  <w:p w:rsidR="00AC5639" w:rsidRDefault="00AC56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639" w:rsidRDefault="00AC5639" w:rsidP="00B60BC9">
      <w:r>
        <w:separator/>
      </w:r>
    </w:p>
  </w:footnote>
  <w:footnote w:type="continuationSeparator" w:id="0">
    <w:p w:rsidR="00AC5639" w:rsidRDefault="00AC5639" w:rsidP="00B60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C3C"/>
    <w:rsid w:val="00015E8C"/>
    <w:rsid w:val="00030FDC"/>
    <w:rsid w:val="001B331E"/>
    <w:rsid w:val="00212537"/>
    <w:rsid w:val="003538AF"/>
    <w:rsid w:val="00353F87"/>
    <w:rsid w:val="003C7A9C"/>
    <w:rsid w:val="00435C06"/>
    <w:rsid w:val="0049743E"/>
    <w:rsid w:val="004B145D"/>
    <w:rsid w:val="005720AF"/>
    <w:rsid w:val="00653728"/>
    <w:rsid w:val="00667C3C"/>
    <w:rsid w:val="006A5A71"/>
    <w:rsid w:val="006E0681"/>
    <w:rsid w:val="0076433A"/>
    <w:rsid w:val="007B49B9"/>
    <w:rsid w:val="00831376"/>
    <w:rsid w:val="008319A1"/>
    <w:rsid w:val="00854593"/>
    <w:rsid w:val="008E2D3C"/>
    <w:rsid w:val="008E3787"/>
    <w:rsid w:val="00917F26"/>
    <w:rsid w:val="0093415D"/>
    <w:rsid w:val="009F5D06"/>
    <w:rsid w:val="00AA0AF2"/>
    <w:rsid w:val="00AA5CFC"/>
    <w:rsid w:val="00AC5639"/>
    <w:rsid w:val="00AE1397"/>
    <w:rsid w:val="00B17F90"/>
    <w:rsid w:val="00B60BC9"/>
    <w:rsid w:val="00B80987"/>
    <w:rsid w:val="00C3283F"/>
    <w:rsid w:val="00C81356"/>
    <w:rsid w:val="00CF7297"/>
    <w:rsid w:val="00D62546"/>
    <w:rsid w:val="00E31EBC"/>
    <w:rsid w:val="00E5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28"/>
    <w:pPr>
      <w:widowControl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C3C"/>
    <w:pPr>
      <w:keepNext/>
      <w:spacing w:before="180" w:after="180" w:line="720" w:lineRule="auto"/>
      <w:outlineLvl w:val="0"/>
    </w:pPr>
    <w:rPr>
      <w:rFonts w:ascii="Cambria" w:hAnsi="Cambria" w:cs="Cambria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C3C"/>
    <w:rPr>
      <w:rFonts w:ascii="Cambria" w:eastAsia="新細明體" w:hAnsi="Cambria" w:cs="Cambria"/>
      <w:b/>
      <w:bCs/>
      <w:kern w:val="52"/>
      <w:sz w:val="52"/>
      <w:szCs w:val="52"/>
    </w:rPr>
  </w:style>
  <w:style w:type="paragraph" w:styleId="Title">
    <w:name w:val="Title"/>
    <w:basedOn w:val="Normal"/>
    <w:next w:val="Normal"/>
    <w:link w:val="TitleChar"/>
    <w:uiPriority w:val="99"/>
    <w:qFormat/>
    <w:rsid w:val="00667C3C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67C3C"/>
    <w:rPr>
      <w:rFonts w:ascii="Cambria" w:hAnsi="Cambria" w:cs="Cambria"/>
      <w:b/>
      <w:bCs/>
      <w:kern w:val="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60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0BC9"/>
    <w:rPr>
      <w:kern w:val="2"/>
    </w:rPr>
  </w:style>
  <w:style w:type="paragraph" w:styleId="Footer">
    <w:name w:val="footer"/>
    <w:basedOn w:val="Normal"/>
    <w:link w:val="FooterChar"/>
    <w:uiPriority w:val="99"/>
    <w:rsid w:val="00B60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60BC9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98</Words>
  <Characters>564</Characters>
  <Application>Microsoft Office Outlook</Application>
  <DocSecurity>0</DocSecurity>
  <Lines>0</Lines>
  <Paragraphs>0</Paragraphs>
  <ScaleCrop>false</ScaleCrop>
  <Company>KIS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</dc:creator>
  <cp:keywords/>
  <dc:description/>
  <cp:lastModifiedBy>Teacher</cp:lastModifiedBy>
  <cp:revision>3</cp:revision>
  <dcterms:created xsi:type="dcterms:W3CDTF">2011-03-27T13:01:00Z</dcterms:created>
  <dcterms:modified xsi:type="dcterms:W3CDTF">2011-03-29T04:40:00Z</dcterms:modified>
</cp:coreProperties>
</file>